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3)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Greg and Steve- The Number Rock song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number chart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Lunch bags and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  <w:r w:rsidR="00575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D4BEF" w:rsidRDefault="0093220D" w:rsidP="006D4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</w:t>
            </w:r>
            <w:r w:rsidR="00B032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34A6" w:rsidRDefault="006D4BEF" w:rsidP="006D4B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on from any number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1-20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C417F" w:rsidP="00CC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introduces Greg and Steve song students will sing along and move to the music.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The teacher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will use a number chart as the class counts to 20 to the Greg and Steve song.</w:t>
            </w:r>
            <w:r w:rsidR="00521F9A">
              <w:rPr>
                <w:rFonts w:ascii="Times New Roman" w:hAnsi="Times New Roman" w:cs="Times New Roman"/>
                <w:sz w:val="24"/>
                <w:szCs w:val="24"/>
              </w:rPr>
              <w:t xml:space="preserve">  The teacher will point to a number on the chart and with the students will count on from that number to 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use a lunch bag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filled with </w:t>
            </w:r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or less </w:t>
            </w:r>
            <w:proofErr w:type="spellStart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Several students will be called to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take cubes out of bag and count them.  Teacher will then write the number on the board.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and teacher will count on to 20 from the number written on the board.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 with a partner to play this game.  Each pair gets one bag and 20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One child places an amount of cubes into bag.  The other child takes out cubes, counts them and says the number.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Together, they will count on from that number to 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will call out a number for the students to place back in bag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count on to 20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until all cubes are picked up.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0748B4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B05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target number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90E" w:rsidRPr="000748B4" w:rsidRDefault="00B05C81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 to at least 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jump 20 times</w:t>
            </w:r>
            <w:r w:rsidR="00F44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>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203FC7"/>
    <w:rsid w:val="00224A5F"/>
    <w:rsid w:val="00274ACD"/>
    <w:rsid w:val="0028190D"/>
    <w:rsid w:val="003B3A11"/>
    <w:rsid w:val="003D7D31"/>
    <w:rsid w:val="00444E90"/>
    <w:rsid w:val="004B658C"/>
    <w:rsid w:val="004E4F46"/>
    <w:rsid w:val="0051657B"/>
    <w:rsid w:val="00521F9A"/>
    <w:rsid w:val="00570FB8"/>
    <w:rsid w:val="00575993"/>
    <w:rsid w:val="005C4CBE"/>
    <w:rsid w:val="00643719"/>
    <w:rsid w:val="006A0ACD"/>
    <w:rsid w:val="006D4BEF"/>
    <w:rsid w:val="0077490E"/>
    <w:rsid w:val="007B401D"/>
    <w:rsid w:val="007D116C"/>
    <w:rsid w:val="007D6879"/>
    <w:rsid w:val="00814BDA"/>
    <w:rsid w:val="008C13D7"/>
    <w:rsid w:val="0093220D"/>
    <w:rsid w:val="009B085C"/>
    <w:rsid w:val="00A67FA5"/>
    <w:rsid w:val="00AE4066"/>
    <w:rsid w:val="00B03214"/>
    <w:rsid w:val="00B05C81"/>
    <w:rsid w:val="00B51CA8"/>
    <w:rsid w:val="00C5388E"/>
    <w:rsid w:val="00C92D93"/>
    <w:rsid w:val="00CA418C"/>
    <w:rsid w:val="00CB2DBC"/>
    <w:rsid w:val="00CC417F"/>
    <w:rsid w:val="00CD5617"/>
    <w:rsid w:val="00D634A6"/>
    <w:rsid w:val="00D7779B"/>
    <w:rsid w:val="00D85633"/>
    <w:rsid w:val="00EA25B6"/>
    <w:rsid w:val="00F448E1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13C902-4D56-419B-A1D5-C11F78BF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F669EDBC.dotm</Template>
  <TotalTime>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2012-06-26T18:37:00Z</dcterms:created>
  <dcterms:modified xsi:type="dcterms:W3CDTF">2012-06-26T18:37:00Z</dcterms:modified>
</cp:coreProperties>
</file>